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212E1171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95B81">
        <w:rPr>
          <w:rStyle w:val="Strong"/>
          <w:rFonts w:asciiTheme="minorHAnsi" w:hAnsiTheme="minorHAnsi" w:cstheme="minorHAnsi"/>
          <w:lang w:val="en-GB"/>
        </w:rPr>
        <w:t>23-W003-24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6704EE25" w14:textId="229F7249" w:rsidR="004E771B" w:rsidRDefault="004E771B" w:rsidP="00C44890">
      <w:pPr>
        <w:rPr>
          <w:lang w:val="en-GB"/>
        </w:rPr>
      </w:pPr>
      <w:r>
        <w:rPr>
          <w:lang w:val="en-GB"/>
        </w:rPr>
        <w:t>Improvement</w:t>
      </w:r>
      <w:r w:rsidR="001F4610">
        <w:rPr>
          <w:lang w:val="en-GB"/>
        </w:rPr>
        <w:t xml:space="preserve"> and Upgrade</w:t>
      </w:r>
      <w:r>
        <w:rPr>
          <w:lang w:val="en-GB"/>
        </w:rPr>
        <w:t xml:space="preserve"> to MOE General Land Use Plan</w:t>
      </w:r>
    </w:p>
    <w:p w14:paraId="4CDD16E9" w14:textId="25451A7E" w:rsidR="004E771B" w:rsidRPr="00B0535A" w:rsidRDefault="004E771B" w:rsidP="00C44890">
      <w:pPr>
        <w:rPr>
          <w:lang w:val="en-GB"/>
        </w:rPr>
      </w:pPr>
      <w:r>
        <w:rPr>
          <w:lang w:val="en-GB"/>
        </w:rPr>
        <w:t>Beautification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B19B727" w14:textId="344E3960" w:rsidR="00C44890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736486AA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Business Registration from MCIC</w:t>
      </w:r>
    </w:p>
    <w:p w14:paraId="728F112E" w14:textId="0ECA632F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 xml:space="preserve">Valid </w:t>
      </w:r>
      <w:r>
        <w:rPr>
          <w:sz w:val="24"/>
          <w:szCs w:val="24"/>
          <w:lang w:val="en-GB"/>
        </w:rPr>
        <w:t>Operational business license from TUC</w:t>
      </w:r>
    </w:p>
    <w:p w14:paraId="7593016D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Tax clearance letter from Tax office</w:t>
      </w:r>
    </w:p>
    <w:p w14:paraId="23AAAC35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The signed form of certificate for compliance form</w:t>
      </w:r>
    </w:p>
    <w:p w14:paraId="01C7BCB4" w14:textId="26938B5C" w:rsid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A complete technical proposal in response to the specifications, timeframe, list of tools and equipment</w:t>
      </w:r>
      <w:r>
        <w:rPr>
          <w:sz w:val="24"/>
          <w:szCs w:val="24"/>
          <w:lang w:val="en-GB"/>
        </w:rPr>
        <w:t>,</w:t>
      </w:r>
      <w:r w:rsidRPr="00695EFB">
        <w:rPr>
          <w:sz w:val="24"/>
          <w:szCs w:val="24"/>
          <w:lang w:val="en-GB"/>
        </w:rPr>
        <w:t xml:space="preserve"> CVs and reference</w:t>
      </w:r>
      <w:r>
        <w:rPr>
          <w:sz w:val="24"/>
          <w:szCs w:val="24"/>
          <w:lang w:val="en-GB"/>
        </w:rPr>
        <w:t>s</w:t>
      </w:r>
    </w:p>
    <w:p w14:paraId="5C9DC252" w14:textId="66B03521" w:rsidR="00695EFB" w:rsidRP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A complete financial proposal with a clear Bill of Quantity Breakdown</w:t>
      </w:r>
      <w:r>
        <w:rPr>
          <w:sz w:val="24"/>
          <w:szCs w:val="24"/>
          <w:lang w:val="en-GB"/>
        </w:rPr>
        <w:t xml:space="preserve"> 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27C38AB1" w14:textId="33F202EC" w:rsidR="004E771B" w:rsidRPr="00B0535A" w:rsidRDefault="004E771B" w:rsidP="004E771B">
      <w:pPr>
        <w:rPr>
          <w:lang w:val="en-GB"/>
        </w:rPr>
      </w:pPr>
      <w:bookmarkStart w:id="9" w:name="_Toc419729578"/>
      <w:r>
        <w:rPr>
          <w:lang w:val="en-GB"/>
        </w:rPr>
        <w:t>Services Required includes trades in masonry, carpentry, welding/metal work and painting works</w:t>
      </w:r>
    </w:p>
    <w:p w14:paraId="17367821" w14:textId="29DD3B2D" w:rsidR="00C44890" w:rsidRDefault="00272E3F" w:rsidP="00772E21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2733E432" w14:textId="2E2974BE" w:rsidR="004E771B" w:rsidRPr="004E771B" w:rsidRDefault="00DE3BF9" w:rsidP="004E771B">
      <w:pPr>
        <w:rPr>
          <w:lang w:val="en-GB"/>
        </w:rPr>
      </w:pPr>
      <w:r>
        <w:rPr>
          <w:lang w:val="en-GB"/>
        </w:rPr>
        <w:t>79</w:t>
      </w:r>
      <w:r w:rsidR="00FD7840">
        <w:rPr>
          <w:lang w:val="en-GB"/>
        </w:rPr>
        <w:t xml:space="preserve"> Days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9715" w:type="dxa"/>
        <w:tblLook w:val="04A0" w:firstRow="1" w:lastRow="0" w:firstColumn="1" w:lastColumn="0" w:noHBand="0" w:noVBand="1"/>
      </w:tblPr>
      <w:tblGrid>
        <w:gridCol w:w="636"/>
        <w:gridCol w:w="4678"/>
        <w:gridCol w:w="2151"/>
        <w:gridCol w:w="2250"/>
      </w:tblGrid>
      <w:tr w:rsidR="00255437" w:rsidRPr="00B0535A" w14:paraId="7BA20976" w14:textId="59B94A2B" w:rsidTr="00722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215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50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8A1F88" w:rsidRPr="00B0535A" w14:paraId="02260693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D5205C4" w14:textId="5372BC14" w:rsidR="008A1F88" w:rsidRPr="004C549D" w:rsidRDefault="00340915" w:rsidP="008A1F88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3EB3F896" w14:textId="7DD19521" w:rsidR="008A1F88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Trenching and </w:t>
            </w:r>
            <w:r w:rsidR="008A1F88">
              <w:rPr>
                <w:lang w:val="en-GB"/>
              </w:rPr>
              <w:t>Formwork</w:t>
            </w:r>
            <w:r>
              <w:rPr>
                <w:lang w:val="en-GB"/>
              </w:rPr>
              <w:t xml:space="preserve"> for footings</w:t>
            </w:r>
          </w:p>
        </w:tc>
        <w:tc>
          <w:tcPr>
            <w:tcW w:w="2151" w:type="dxa"/>
          </w:tcPr>
          <w:p w14:paraId="195457CE" w14:textId="066359BB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53B92DFC" w14:textId="77777777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A1F88" w:rsidRPr="00B0535A" w14:paraId="2981ED30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162EEE" w14:textId="16F31396" w:rsidR="00340915" w:rsidRPr="004C549D" w:rsidRDefault="00340915" w:rsidP="008A1F88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0D133C8D" w14:textId="318D5A37" w:rsidR="008A1F88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Reinforcing and Concrete Pouring</w:t>
            </w:r>
          </w:p>
        </w:tc>
        <w:tc>
          <w:tcPr>
            <w:tcW w:w="2151" w:type="dxa"/>
          </w:tcPr>
          <w:p w14:paraId="3606A9C4" w14:textId="5E35DCC7" w:rsidR="008A1F88" w:rsidRPr="00B0535A" w:rsidRDefault="008A1F88" w:rsidP="00C615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38AB950D" w14:textId="77777777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A1F88" w:rsidRPr="00B0535A" w14:paraId="5581D59C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FB54C9" w14:textId="636A4578" w:rsidR="008A1F88" w:rsidRPr="004C549D" w:rsidRDefault="00340915" w:rsidP="008A1F88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0EF07A8A" w14:textId="51354255" w:rsidR="008A1F88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Pad Footing and Pad Columns reinforcement</w:t>
            </w:r>
          </w:p>
        </w:tc>
        <w:tc>
          <w:tcPr>
            <w:tcW w:w="2151" w:type="dxa"/>
          </w:tcPr>
          <w:p w14:paraId="639E9F35" w14:textId="0E4F9211" w:rsidR="008A1F88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3A99B99A" w14:textId="3F20AD21" w:rsidR="00FD7840" w:rsidRPr="00B0535A" w:rsidRDefault="00FD7840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36722F00" w14:textId="77777777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AF155A" w:rsidRPr="00B0535A" w14:paraId="3680214D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2C63A2" w14:textId="7BCB216E" w:rsidR="00AF155A" w:rsidRPr="004C549D" w:rsidRDefault="00340915" w:rsidP="008A1F88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678" w:type="dxa"/>
          </w:tcPr>
          <w:p w14:paraId="0BF716F2" w14:textId="72406E79" w:rsidR="00AF155A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Formwork concrete work to column</w:t>
            </w:r>
          </w:p>
        </w:tc>
        <w:tc>
          <w:tcPr>
            <w:tcW w:w="2151" w:type="dxa"/>
          </w:tcPr>
          <w:p w14:paraId="2137FFBB" w14:textId="56FA9E36" w:rsidR="00AF155A" w:rsidRDefault="00AF155A" w:rsidP="00C615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C5A7D26" w14:textId="77777777" w:rsidR="00AF155A" w:rsidRPr="00B0535A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AF155A" w:rsidRPr="00B0535A" w14:paraId="051D60D7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F8C948" w14:textId="21C88905" w:rsidR="00AF155A" w:rsidRPr="004C549D" w:rsidRDefault="00340915" w:rsidP="008A1F88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5</w:t>
            </w:r>
          </w:p>
        </w:tc>
        <w:tc>
          <w:tcPr>
            <w:tcW w:w="4678" w:type="dxa"/>
          </w:tcPr>
          <w:p w14:paraId="054E79CB" w14:textId="29F58353" w:rsidR="00AF155A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Block</w:t>
            </w:r>
            <w:r w:rsidR="00632768">
              <w:rPr>
                <w:lang w:val="en-GB"/>
              </w:rPr>
              <w:t xml:space="preserve"> wall raised with concrete infill</w:t>
            </w:r>
          </w:p>
        </w:tc>
        <w:tc>
          <w:tcPr>
            <w:tcW w:w="2151" w:type="dxa"/>
          </w:tcPr>
          <w:p w14:paraId="2EA321C9" w14:textId="5D5C68B8" w:rsidR="00AF155A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4353E8F9" w14:textId="77777777" w:rsidR="00AF155A" w:rsidRPr="00B0535A" w:rsidRDefault="00AF155A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A1F88" w:rsidRPr="00B0535A" w14:paraId="706B301D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81A9F2" w14:textId="6DA9FBDA" w:rsidR="008A1F88" w:rsidRPr="004C549D" w:rsidRDefault="00340915" w:rsidP="008A1F88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3E617677" w14:textId="7DA26CDF" w:rsidR="008A1F88" w:rsidRDefault="0063276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Finishing and make goods all defects</w:t>
            </w:r>
          </w:p>
        </w:tc>
        <w:tc>
          <w:tcPr>
            <w:tcW w:w="2151" w:type="dxa"/>
          </w:tcPr>
          <w:p w14:paraId="3C0A8CFF" w14:textId="08F68192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BCFDD56" w14:textId="77777777" w:rsidR="008A1F88" w:rsidRPr="00B0535A" w:rsidRDefault="008A1F88" w:rsidP="008A1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2E522" w14:textId="77777777" w:rsidR="0093735F" w:rsidRDefault="0093735F">
      <w:r>
        <w:separator/>
      </w:r>
    </w:p>
  </w:endnote>
  <w:endnote w:type="continuationSeparator" w:id="0">
    <w:p w14:paraId="2F4B8534" w14:textId="77777777" w:rsidR="0093735F" w:rsidRDefault="0093735F">
      <w:r>
        <w:continuationSeparator/>
      </w:r>
    </w:p>
  </w:endnote>
  <w:endnote w:type="continuationNotice" w:id="1">
    <w:p w14:paraId="1D9739F9" w14:textId="77777777" w:rsidR="0093735F" w:rsidRDefault="00937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4CBCD774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E00B8" w:rsidRPr="00FE00B8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E00B8" w:rsidRPr="00FE00B8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334672C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95B81">
      <w:rPr>
        <w:noProof/>
      </w:rPr>
      <w:t>2024-07-26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151F" w14:textId="77777777" w:rsidR="0093735F" w:rsidRDefault="0093735F">
      <w:r>
        <w:separator/>
      </w:r>
    </w:p>
  </w:footnote>
  <w:footnote w:type="continuationSeparator" w:id="0">
    <w:p w14:paraId="133EC60D" w14:textId="77777777" w:rsidR="0093735F" w:rsidRDefault="0093735F">
      <w:r>
        <w:continuationSeparator/>
      </w:r>
    </w:p>
  </w:footnote>
  <w:footnote w:type="continuationNotice" w:id="1">
    <w:p w14:paraId="496E469D" w14:textId="77777777" w:rsidR="0093735F" w:rsidRDefault="00937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3755" w14:textId="5CE52ACA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  <w:lang w:val="en-GB" w:eastAsia="en-GB"/>
      </w:rPr>
      <w:drawing>
        <wp:inline distT="0" distB="0" distL="0" distR="0" wp14:anchorId="6B971703" wp14:editId="18D53764">
          <wp:extent cx="619125" cy="677395"/>
          <wp:effectExtent l="0" t="0" r="0" b="889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47C79"/>
    <w:multiLevelType w:val="hybridMultilevel"/>
    <w:tmpl w:val="2814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837746">
    <w:abstractNumId w:val="2"/>
  </w:num>
  <w:num w:numId="2" w16cid:durableId="242490446">
    <w:abstractNumId w:val="14"/>
  </w:num>
  <w:num w:numId="3" w16cid:durableId="842088003">
    <w:abstractNumId w:val="15"/>
  </w:num>
  <w:num w:numId="4" w16cid:durableId="1619143771">
    <w:abstractNumId w:val="6"/>
  </w:num>
  <w:num w:numId="5" w16cid:durableId="148594754">
    <w:abstractNumId w:val="5"/>
  </w:num>
  <w:num w:numId="6" w16cid:durableId="1665208709">
    <w:abstractNumId w:val="10"/>
  </w:num>
  <w:num w:numId="7" w16cid:durableId="843520527">
    <w:abstractNumId w:val="7"/>
  </w:num>
  <w:num w:numId="8" w16cid:durableId="1727607476">
    <w:abstractNumId w:val="12"/>
  </w:num>
  <w:num w:numId="9" w16cid:durableId="2109619700">
    <w:abstractNumId w:val="1"/>
  </w:num>
  <w:num w:numId="10" w16cid:durableId="1640185021">
    <w:abstractNumId w:val="11"/>
  </w:num>
  <w:num w:numId="11" w16cid:durableId="227426034">
    <w:abstractNumId w:val="3"/>
  </w:num>
  <w:num w:numId="12" w16cid:durableId="2140606918">
    <w:abstractNumId w:val="9"/>
  </w:num>
  <w:num w:numId="13" w16cid:durableId="1592087284">
    <w:abstractNumId w:val="13"/>
  </w:num>
  <w:num w:numId="14" w16cid:durableId="1516000886">
    <w:abstractNumId w:val="4"/>
  </w:num>
  <w:num w:numId="15" w16cid:durableId="308289567">
    <w:abstractNumId w:val="8"/>
  </w:num>
  <w:num w:numId="16" w16cid:durableId="22406907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3B0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2AB5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61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81D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B54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915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F16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549D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71B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768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5EFB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C1B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88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735F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8FA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55A"/>
    <w:rsid w:val="00AF2419"/>
    <w:rsid w:val="00AF39D2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07E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8A5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402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5D0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81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3693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ABF"/>
    <w:rsid w:val="00DC6B1B"/>
    <w:rsid w:val="00DC6DEE"/>
    <w:rsid w:val="00DC76DD"/>
    <w:rsid w:val="00DD1099"/>
    <w:rsid w:val="00DD271F"/>
    <w:rsid w:val="00DD46D5"/>
    <w:rsid w:val="00DD5C39"/>
    <w:rsid w:val="00DD5C4C"/>
    <w:rsid w:val="00DD62BA"/>
    <w:rsid w:val="00DE395D"/>
    <w:rsid w:val="00DE3BF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3E2C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EBD"/>
    <w:rsid w:val="00FA2A1F"/>
    <w:rsid w:val="00FA38D9"/>
    <w:rsid w:val="00FA4939"/>
    <w:rsid w:val="00FA73B6"/>
    <w:rsid w:val="00FA7778"/>
    <w:rsid w:val="00FA785A"/>
    <w:rsid w:val="00FB0055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4F9"/>
    <w:rsid w:val="00FC4E9D"/>
    <w:rsid w:val="00FC65CB"/>
    <w:rsid w:val="00FD0A4B"/>
    <w:rsid w:val="00FD1BC7"/>
    <w:rsid w:val="00FD3959"/>
    <w:rsid w:val="00FD4F46"/>
    <w:rsid w:val="00FD5674"/>
    <w:rsid w:val="00FD73C4"/>
    <w:rsid w:val="00FD7840"/>
    <w:rsid w:val="00FE00B8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F78E75-C507-45F0-8CE2-38EE4D2E62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188</TotalTime>
  <Pages>5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22</cp:revision>
  <cp:lastPrinted>2013-10-18T08:32:00Z</cp:lastPrinted>
  <dcterms:created xsi:type="dcterms:W3CDTF">2024-07-21T05:19:00Z</dcterms:created>
  <dcterms:modified xsi:type="dcterms:W3CDTF">2024-07-26T02:12:00Z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